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638FD">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E8FEF46" w:rsidR="00B65513" w:rsidRPr="0007110E" w:rsidRDefault="0071241B" w:rsidP="00E82667">
                <w:pPr>
                  <w:tabs>
                    <w:tab w:val="left" w:pos="426"/>
                  </w:tabs>
                  <w:spacing w:before="120"/>
                  <w:rPr>
                    <w:bCs/>
                    <w:lang w:val="en-IE" w:eastAsia="en-GB"/>
                  </w:rPr>
                </w:pPr>
                <w:r>
                  <w:rPr>
                    <w:bCs/>
                    <w:lang w:val="en-IE" w:eastAsia="en-GB"/>
                  </w:rPr>
                  <w:t>RTD.H.2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4F4F036" w:rsidR="00D96984" w:rsidRPr="0007110E" w:rsidRDefault="0071241B" w:rsidP="00E82667">
                <w:pPr>
                  <w:tabs>
                    <w:tab w:val="left" w:pos="426"/>
                  </w:tabs>
                  <w:spacing w:before="120"/>
                  <w:rPr>
                    <w:bCs/>
                    <w:lang w:val="en-IE" w:eastAsia="en-GB"/>
                  </w:rPr>
                </w:pPr>
                <w:r w:rsidRPr="00154342">
                  <w:rPr>
                    <w:bCs/>
                    <w:lang w:val="en-IE" w:eastAsia="en-GB"/>
                  </w:rPr>
                  <w:t>408394</w:t>
                </w:r>
              </w:p>
            </w:tc>
          </w:sdtContent>
        </w:sdt>
      </w:tr>
      <w:tr w:rsidR="00E21DBD" w:rsidRPr="00AF417C" w14:paraId="4E8359D5" w14:textId="77777777" w:rsidTr="0007110E">
        <w:tc>
          <w:tcPr>
            <w:tcW w:w="3111" w:type="dxa"/>
          </w:tcPr>
          <w:p w14:paraId="72A7A894" w14:textId="7338E453"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71241B">
              <w:rPr>
                <w:bCs/>
                <w:szCs w:val="24"/>
                <w:lang w:val="en-US" w:eastAsia="en-GB"/>
              </w:rPr>
              <w:t>s</w:t>
            </w:r>
            <w:r w:rsidR="00E21DBD" w:rsidRPr="0007110E">
              <w:rPr>
                <w:bCs/>
                <w:szCs w:val="24"/>
                <w:lang w:val="en-US" w:eastAsia="en-GB"/>
              </w:rPr>
              <w:t>:</w:t>
            </w:r>
          </w:p>
          <w:p w14:paraId="1BD76B84" w14:textId="4EA6E1FF" w:rsidR="00E21DBD" w:rsidRPr="0007110E" w:rsidRDefault="0071241B" w:rsidP="00E82667">
            <w:pPr>
              <w:tabs>
                <w:tab w:val="left" w:pos="1697"/>
              </w:tabs>
              <w:ind w:right="-1739"/>
              <w:contextualSpacing/>
              <w:rPr>
                <w:bCs/>
                <w:szCs w:val="24"/>
                <w:lang w:val="en-US" w:eastAsia="en-GB"/>
              </w:rPr>
            </w:pPr>
            <w:r>
              <w:rPr>
                <w:bCs/>
                <w:szCs w:val="24"/>
                <w:lang w:val="en-US" w:eastAsia="en-GB"/>
              </w:rPr>
              <w:br/>
            </w:r>
            <w:r w:rsidR="00C75BA4" w:rsidRPr="0007110E">
              <w:rPr>
                <w:bCs/>
                <w:szCs w:val="24"/>
                <w:lang w:val="en-US" w:eastAsia="en-GB"/>
              </w:rPr>
              <w:t>Provisional</w:t>
            </w:r>
            <w:r w:rsidR="00E21DBD" w:rsidRPr="0007110E">
              <w:rPr>
                <w:bCs/>
                <w:szCs w:val="24"/>
                <w:lang w:val="en-US" w:eastAsia="en-GB"/>
              </w:rPr>
              <w:t xml:space="preserve"> </w:t>
            </w:r>
            <w:r w:rsidR="00C75BA4"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0748D6A" w:rsidR="00E21DBD" w:rsidRPr="0071241B" w:rsidRDefault="0071241B" w:rsidP="0071241B">
                <w:pPr>
                  <w:tabs>
                    <w:tab w:val="left" w:pos="426"/>
                  </w:tabs>
                  <w:spacing w:before="120"/>
                  <w:jc w:val="left"/>
                  <w:rPr>
                    <w:bCs/>
                    <w:lang w:eastAsia="en-GB"/>
                  </w:rPr>
                </w:pPr>
                <w:r w:rsidRPr="0071241B">
                  <w:rPr>
                    <w:bCs/>
                    <w:lang w:eastAsia="en-GB"/>
                  </w:rPr>
                  <w:t xml:space="preserve">Ms Gaia Fantechi </w:t>
                </w:r>
                <w:r>
                  <w:rPr>
                    <w:bCs/>
                    <w:lang w:eastAsia="en-GB"/>
                  </w:rPr>
                  <w:t>(</w:t>
                </w:r>
                <w:r w:rsidRPr="0071241B">
                  <w:rPr>
                    <w:bCs/>
                    <w:lang w:eastAsia="en-GB"/>
                  </w:rPr>
                  <w:t>Head of</w:t>
                </w:r>
                <w:r>
                  <w:rPr>
                    <w:bCs/>
                    <w:lang w:eastAsia="en-GB"/>
                  </w:rPr>
                  <w:t xml:space="preserve"> Unit</w:t>
                </w:r>
                <w:r w:rsidR="00154342">
                  <w:rPr>
                    <w:bCs/>
                    <w:lang w:eastAsia="en-GB"/>
                  </w:rPr>
                  <w:t>)</w:t>
                </w:r>
                <w:r>
                  <w:rPr>
                    <w:bCs/>
                    <w:lang w:eastAsia="en-GB"/>
                  </w:rPr>
                  <w:br/>
                  <w:t>Mr Frédéric Michiels (Deputy Head of Unit)</w:t>
                </w:r>
              </w:p>
            </w:sdtContent>
          </w:sdt>
          <w:p w14:paraId="34CF737A" w14:textId="0C9BC6D9" w:rsidR="00E21DBD" w:rsidRPr="0007110E" w:rsidRDefault="00F638FD"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71241B" w:rsidRPr="00154342">
                  <w:rPr>
                    <w:bCs/>
                    <w:lang w:val="en-IE" w:eastAsia="en-GB"/>
                  </w:rPr>
                  <w:t>1</w:t>
                </w:r>
                <w:r w:rsidR="0071241B" w:rsidRPr="00154342">
                  <w:rPr>
                    <w:bCs/>
                    <w:vertAlign w:val="superscript"/>
                    <w:lang w:val="en-IE" w:eastAsia="en-GB"/>
                  </w:rPr>
                  <w:t>st</w:t>
                </w:r>
              </w:sdtContent>
            </w:sdt>
            <w:r w:rsidR="00E21DBD" w:rsidRPr="00154342">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71241B" w:rsidRPr="00154342">
                  <w:rPr>
                    <w:bCs/>
                    <w:lang w:val="en-IE" w:eastAsia="en-GB"/>
                  </w:rPr>
                  <w:t>2026</w:t>
                </w:r>
              </w:sdtContent>
            </w:sdt>
          </w:p>
          <w:p w14:paraId="158DD156" w14:textId="017D49E5" w:rsidR="00E21DBD" w:rsidRPr="0007110E" w:rsidRDefault="00F638FD"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1241B">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1241B">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4F9ED2E" w:rsidR="00E21DBD" w:rsidRPr="0007110E" w:rsidRDefault="008F4BA9" w:rsidP="00E82667">
            <w:pPr>
              <w:tabs>
                <w:tab w:val="left" w:pos="426"/>
              </w:tabs>
              <w:spacing w:before="120"/>
              <w:rPr>
                <w:bCs/>
                <w:lang w:val="en-IE" w:eastAsia="en-GB"/>
              </w:rPr>
            </w:pPr>
            <w:r>
              <w:rPr>
                <w:bCs/>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rPr>
              <w:object w:dxaOrig="1440" w:dyaOrig="1440"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89620E5" w:rsidR="00E21DBD" w:rsidRDefault="00E82667" w:rsidP="00E21DBD">
            <w:pPr>
              <w:tabs>
                <w:tab w:val="left" w:pos="426"/>
              </w:tabs>
              <w:contextualSpacing/>
              <w:rPr>
                <w:bCs/>
                <w:szCs w:val="24"/>
                <w:lang w:eastAsia="en-GB"/>
              </w:rPr>
            </w:pPr>
            <w:r>
              <w:rPr>
                <w:bCs/>
              </w:rPr>
              <w:object w:dxaOrig="1440" w:dyaOrig="1440"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F638FD"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638FD"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F638FD"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8AE1F5A" w:rsidR="00E21DBD" w:rsidRPr="0007110E" w:rsidRDefault="00E82667" w:rsidP="00252050">
            <w:pPr>
              <w:tabs>
                <w:tab w:val="left" w:pos="426"/>
              </w:tabs>
              <w:rPr>
                <w:bCs/>
                <w:lang w:val="en-IE" w:eastAsia="en-GB"/>
              </w:rPr>
            </w:pPr>
            <w:r>
              <w:rPr>
                <w:bCs/>
              </w:rPr>
              <w:object w:dxaOrig="1440" w:dyaOrig="1440"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438E1D5" w:rsidR="00DF1E49" w:rsidRDefault="00E82667" w:rsidP="00E82667">
            <w:pPr>
              <w:tabs>
                <w:tab w:val="left" w:pos="426"/>
              </w:tabs>
              <w:spacing w:before="120" w:after="120"/>
              <w:rPr>
                <w:bCs/>
                <w:szCs w:val="24"/>
                <w:lang w:eastAsia="en-GB"/>
              </w:rPr>
            </w:pPr>
            <w:r>
              <w:rPr>
                <w:bCs/>
              </w:rPr>
              <w:object w:dxaOrig="1440" w:dyaOrig="1440" w14:anchorId="51A1B371">
                <v:shape id="_x0000_i1045" type="#_x0000_t75" style="width:108pt;height:21.75pt" o:ole="">
                  <v:imagedata r:id="rId23" o:title=""/>
                </v:shape>
                <w:control r:id="rId24" w:name="OptionButton2" w:shapeid="_x0000_i1045"/>
              </w:object>
            </w:r>
            <w:r>
              <w:rPr>
                <w:bCs/>
              </w:rPr>
              <w:object w:dxaOrig="1440" w:dyaOrig="1440" w14:anchorId="0992615F">
                <v:shape id="_x0000_i1047" type="#_x0000_t75" style="width:108pt;height:21.75pt" o:ole="">
                  <v:imagedata r:id="rId25" o:title=""/>
                </v:shape>
                <w:control r:id="rId26" w:name="OptionButton3" w:shapeid="_x0000_i1047"/>
              </w:object>
            </w:r>
          </w:p>
          <w:p w14:paraId="42C9AD79" w14:textId="4AF2109B" w:rsidR="002C13C3" w:rsidRPr="0007110E" w:rsidRDefault="002C13C3" w:rsidP="00E82667">
            <w:pPr>
              <w:tabs>
                <w:tab w:val="left" w:pos="426"/>
              </w:tabs>
              <w:spacing w:before="120" w:after="120"/>
              <w:rPr>
                <w:bCs/>
                <w:lang w:val="en-IE" w:eastAsia="en-GB"/>
              </w:rPr>
            </w:pPr>
            <w:r w:rsidRPr="000857ED">
              <w:rPr>
                <w:bCs/>
                <w:szCs w:val="24"/>
                <w:lang w:eastAsia="en-GB"/>
              </w:rPr>
              <w:t xml:space="preserve">Latest application date: </w:t>
            </w:r>
            <w:sdt>
              <w:sdtPr>
                <w:rPr>
                  <w:bCs/>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71241B" w:rsidRPr="000857ED">
                  <w:rPr>
                    <w:bCs/>
                    <w:lang w:val="fr-BE" w:eastAsia="en-GB"/>
                  </w:rPr>
                  <w:t>25-11-2025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6BA4995C" w:rsidR="00E21DBD" w:rsidRDefault="0094275E" w:rsidP="00C504C7">
          <w:pPr>
            <w:rPr>
              <w:lang w:val="en-US" w:eastAsia="en-GB" w:bidi="hr-HR"/>
            </w:rPr>
          </w:pPr>
          <w:r w:rsidRPr="0094275E">
            <w:rPr>
              <w:lang w:val="en-US" w:eastAsia="en-GB" w:bidi="hr-HR"/>
            </w:rPr>
            <w:t xml:space="preserve">Within the Common Implementation Centre (Directorate RTD.H) in DG Research </w:t>
          </w:r>
          <w:r w:rsidRPr="0094275E">
            <w:rPr>
              <w:lang w:val="en-US" w:eastAsia="en-GB" w:bidi="bg-BG"/>
            </w:rPr>
            <w:t xml:space="preserve">&amp; </w:t>
          </w:r>
          <w:r w:rsidRPr="0094275E">
            <w:rPr>
              <w:lang w:val="en-US" w:eastAsia="en-GB" w:bidi="hr-HR"/>
            </w:rPr>
            <w:t xml:space="preserve">Innovation, the Common Audit Service (unit RTD.H.2 </w:t>
          </w:r>
          <w:r w:rsidRPr="0094275E">
            <w:rPr>
              <w:lang w:val="en-US" w:eastAsia="en-GB" w:bidi="bg-BG"/>
            </w:rPr>
            <w:t xml:space="preserve">- </w:t>
          </w:r>
          <w:r w:rsidRPr="0094275E">
            <w:rPr>
              <w:lang w:val="en-US" w:eastAsia="en-GB" w:bidi="hr-HR"/>
            </w:rPr>
            <w:t>CAS) is a large multidisciplinary team that contributes to the legality and regularity of R&amp;</w:t>
          </w:r>
          <w:r w:rsidR="00F638FD">
            <w:rPr>
              <w:lang w:val="en-US" w:eastAsia="en-GB" w:bidi="hr-HR"/>
            </w:rPr>
            <w:t>I</w:t>
          </w:r>
          <w:r w:rsidRPr="0094275E">
            <w:rPr>
              <w:lang w:val="en-US" w:eastAsia="en-GB" w:bidi="hr-HR"/>
            </w:rPr>
            <w:t xml:space="preserve"> expenditure by means of ex-post financial audits carried out either by its own auditors or by External Audit Firms (EAF). It provides the relevant Authorising Officers by Delegation of the R&amp;</w:t>
          </w:r>
          <w:r w:rsidR="000857ED">
            <w:rPr>
              <w:lang w:val="en-US" w:eastAsia="en-GB" w:bidi="hr-HR"/>
            </w:rPr>
            <w:t>I</w:t>
          </w:r>
          <w:r w:rsidRPr="0094275E">
            <w:rPr>
              <w:lang w:val="en-US" w:eastAsia="en-GB" w:bidi="hr-HR"/>
            </w:rPr>
            <w:t xml:space="preserve"> family with necessary </w:t>
          </w:r>
          <w:r w:rsidRPr="0094275E">
            <w:rPr>
              <w:lang w:val="en-US" w:eastAsia="en-GB" w:bidi="hr-HR"/>
            </w:rPr>
            <w:lastRenderedPageBreak/>
            <w:t>elements of assurance on the R&amp;</w:t>
          </w:r>
          <w:r w:rsidR="000857ED">
            <w:rPr>
              <w:lang w:val="en-US" w:eastAsia="en-GB" w:bidi="hr-HR"/>
            </w:rPr>
            <w:t>I</w:t>
          </w:r>
          <w:r w:rsidRPr="0094275E">
            <w:rPr>
              <w:lang w:val="en-US" w:eastAsia="en-GB" w:bidi="hr-HR"/>
            </w:rPr>
            <w:t xml:space="preserve"> budget for which they are responsible. The main tasks of the CAS include: the implementation of the H2020 and HE Audit Strategies; the implementation of the Euratom Audit Strategy; the performance of the complete audit cycle from planning, selection, execution to closure; the supervision of audits performed by the EAF; the coordination on sensitive/contentious audit cases; the recommendation of financial adjustments and, in case of systemic errors, the extension of the audit findings to non-audited transactions. The unit also contributes in an advisory capacity to the development of audit and anti-fraud policy, rules and business processes. Last but not least, the unit manages the relations with the European Anti-Fraud Office (OLAF) for fraud prevention and detection, coordinates the implementation of the Common Anti-Fraud Strategy in the R&amp;</w:t>
          </w:r>
          <w:r w:rsidR="000857ED">
            <w:rPr>
              <w:lang w:val="en-US" w:eastAsia="en-GB" w:bidi="hr-HR"/>
            </w:rPr>
            <w:t>I</w:t>
          </w:r>
          <w:r w:rsidRPr="0094275E">
            <w:rPr>
              <w:lang w:val="en-US" w:eastAsia="en-GB" w:bidi="hr-HR"/>
            </w:rPr>
            <w:t xml:space="preserve"> family and is the European Public Prosecutor Office (EPPO) correspondent for the DG.</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4"/>
          <w:lang w:val="fr-BE" w:eastAsia="en-US"/>
        </w:rPr>
        <w:id w:val="-723136291"/>
        <w:placeholder>
          <w:docPart w:val="F2895427D1CB4033AB36F326FF95949B"/>
        </w:placeholder>
      </w:sdtPr>
      <w:sdtEndPr/>
      <w:sdtContent>
        <w:p w14:paraId="28D6932C" w14:textId="77777777" w:rsidR="00A235F2" w:rsidRPr="00A235F2" w:rsidRDefault="00A235F2" w:rsidP="00A235F2">
          <w:pPr>
            <w:spacing w:after="0"/>
            <w:rPr>
              <w:szCs w:val="24"/>
              <w:lang w:val="en-US" w:eastAsia="en-GB"/>
            </w:rPr>
          </w:pPr>
          <w:r w:rsidRPr="00A235F2">
            <w:rPr>
              <w:szCs w:val="24"/>
              <w:lang w:val="en-US" w:eastAsia="en-GB"/>
            </w:rPr>
            <w:t>An interesting and challenging position as External Auditor working under the supervision of an Administrator.  The successful candidate will assist the Commission Official in performing the following tasks:</w:t>
          </w:r>
        </w:p>
        <w:p w14:paraId="710561C4" w14:textId="77777777" w:rsidR="00A235F2" w:rsidRPr="00A235F2" w:rsidRDefault="00A235F2" w:rsidP="00A235F2">
          <w:pPr>
            <w:pStyle w:val="ListParagraph"/>
            <w:numPr>
              <w:ilvl w:val="0"/>
              <w:numId w:val="34"/>
            </w:numPr>
            <w:spacing w:line="240" w:lineRule="auto"/>
            <w:ind w:left="284" w:hanging="284"/>
            <w:rPr>
              <w:rFonts w:ascii="Times New Roman" w:hAnsi="Times New Roman" w:cs="Times New Roman"/>
              <w:sz w:val="24"/>
              <w:szCs w:val="24"/>
              <w:lang w:val="en-US" w:eastAsia="en-GB"/>
            </w:rPr>
          </w:pPr>
          <w:r w:rsidRPr="00A235F2">
            <w:rPr>
              <w:rFonts w:ascii="Times New Roman" w:hAnsi="Times New Roman" w:cs="Times New Roman"/>
              <w:sz w:val="24"/>
              <w:szCs w:val="24"/>
              <w:lang w:val="en-US" w:eastAsia="en-GB"/>
            </w:rPr>
            <w:t>Management, supervision and quality control of audits performed by external audit firms.</w:t>
          </w:r>
        </w:p>
        <w:p w14:paraId="2266178F" w14:textId="77777777" w:rsidR="00A235F2" w:rsidRPr="00A235F2" w:rsidRDefault="00A235F2" w:rsidP="00A235F2">
          <w:pPr>
            <w:pStyle w:val="ListParagraph"/>
            <w:numPr>
              <w:ilvl w:val="0"/>
              <w:numId w:val="34"/>
            </w:numPr>
            <w:spacing w:line="240" w:lineRule="auto"/>
            <w:ind w:left="284" w:hanging="284"/>
            <w:rPr>
              <w:rFonts w:ascii="Times New Roman" w:hAnsi="Times New Roman" w:cs="Times New Roman"/>
              <w:sz w:val="24"/>
              <w:szCs w:val="24"/>
              <w:lang w:val="en-US" w:eastAsia="en-GB"/>
            </w:rPr>
          </w:pPr>
          <w:r w:rsidRPr="00A235F2">
            <w:rPr>
              <w:rFonts w:ascii="Times New Roman" w:hAnsi="Times New Roman" w:cs="Times New Roman"/>
              <w:sz w:val="24"/>
              <w:szCs w:val="24"/>
              <w:lang w:val="en-US" w:eastAsia="en-GB"/>
            </w:rPr>
            <w:t>Implementation of the Horizon Europe and Euratom Audit Strategies.</w:t>
          </w:r>
        </w:p>
        <w:p w14:paraId="741D19A7" w14:textId="77777777" w:rsidR="00A235F2" w:rsidRPr="00A235F2" w:rsidRDefault="00A235F2" w:rsidP="00A235F2">
          <w:pPr>
            <w:pStyle w:val="ListParagraph"/>
            <w:numPr>
              <w:ilvl w:val="0"/>
              <w:numId w:val="34"/>
            </w:numPr>
            <w:spacing w:line="240" w:lineRule="auto"/>
            <w:ind w:left="284" w:hanging="284"/>
            <w:rPr>
              <w:rFonts w:ascii="Times New Roman" w:hAnsi="Times New Roman" w:cs="Times New Roman"/>
              <w:sz w:val="24"/>
              <w:szCs w:val="24"/>
              <w:lang w:val="en-US" w:eastAsia="en-GB"/>
            </w:rPr>
          </w:pPr>
          <w:r w:rsidRPr="00A235F2">
            <w:rPr>
              <w:rFonts w:ascii="Times New Roman" w:hAnsi="Times New Roman" w:cs="Times New Roman"/>
              <w:sz w:val="24"/>
              <w:szCs w:val="24"/>
              <w:lang w:val="en-US" w:eastAsia="en-GB"/>
            </w:rPr>
            <w:t>Contribution to the development and definition of new audit methodologies, approaches and strategies, guidance documents, manuals and other audit-related matters for Horizon Europe and beyond.</w:t>
          </w:r>
        </w:p>
        <w:p w14:paraId="76BD32E1" w14:textId="63EF7309" w:rsidR="00A235F2" w:rsidRPr="00A235F2" w:rsidRDefault="00A235F2" w:rsidP="00A235F2">
          <w:pPr>
            <w:pStyle w:val="ListParagraph"/>
            <w:numPr>
              <w:ilvl w:val="0"/>
              <w:numId w:val="34"/>
            </w:numPr>
            <w:spacing w:line="240" w:lineRule="auto"/>
            <w:ind w:left="284" w:hanging="284"/>
            <w:rPr>
              <w:rFonts w:ascii="Times New Roman" w:hAnsi="Times New Roman" w:cs="Times New Roman"/>
              <w:sz w:val="24"/>
              <w:szCs w:val="24"/>
              <w:lang w:val="en-US" w:eastAsia="en-GB"/>
            </w:rPr>
          </w:pPr>
          <w:r w:rsidRPr="00A235F2">
            <w:rPr>
              <w:rFonts w:ascii="Times New Roman" w:hAnsi="Times New Roman" w:cs="Times New Roman"/>
              <w:sz w:val="24"/>
              <w:szCs w:val="24"/>
              <w:lang w:val="en-US" w:eastAsia="en-GB"/>
            </w:rPr>
            <w:t>Evaluation of audit findings and proposal of changes as necessary in systems, procedures and the financial aspects of the research grant agreement.</w:t>
          </w:r>
        </w:p>
      </w:sdtContent>
    </w:sdt>
    <w:p w14:paraId="433AC71A" w14:textId="77777777" w:rsidR="002B3CBF" w:rsidRPr="00A235F2" w:rsidRDefault="002B3CBF" w:rsidP="00994062">
      <w:pPr>
        <w:pStyle w:val="ListNumber"/>
        <w:numPr>
          <w:ilvl w:val="0"/>
          <w:numId w:val="0"/>
        </w:numPr>
        <w:ind w:left="709" w:hanging="709"/>
        <w:rPr>
          <w:b/>
          <w:bCs/>
          <w:lang w:val="en-US"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138B3BBD" w:rsidR="002E40A9" w:rsidRPr="00AF7D78" w:rsidRDefault="00A235F2" w:rsidP="002E40A9">
          <w:pPr>
            <w:rPr>
              <w:lang w:val="en-US" w:eastAsia="en-GB"/>
            </w:rPr>
          </w:pPr>
          <w:r w:rsidRPr="00A235F2">
            <w:rPr>
              <w:lang w:val="en-US" w:eastAsia="en-GB" w:bidi="hr-HR"/>
            </w:rPr>
            <w:t>An experienced colleague with qualifications in auditing and accounting and/or financial and legal matters. The candidate should be used to work individually and in teams. Well-developed analytical, problem-solving and drafting skills as well as motivation, stress-resistance, initiative and flexibility are necessary. A very good command of English (oral and written) is required. Additional languages will be considered as a clear advantage, given the wide range of European countries covered in audits. We consider experience in / knowledge of R&amp;I Framework Programmes and/or financial, legal and regulatory aspects of R&amp;I grants as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altName w:val="Arial Narrow"/>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4ED2961"/>
    <w:multiLevelType w:val="hybridMultilevel"/>
    <w:tmpl w:val="6834FC90"/>
    <w:lvl w:ilvl="0" w:tplc="5B14804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3"/>
  </w:num>
  <w:num w:numId="8" w16cid:durableId="154227337">
    <w:abstractNumId w:val="9"/>
  </w:num>
  <w:num w:numId="9" w16cid:durableId="835806501">
    <w:abstractNumId w:val="18"/>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9984624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14C4D"/>
    <w:rsid w:val="000422F8"/>
    <w:rsid w:val="0007110E"/>
    <w:rsid w:val="0007544E"/>
    <w:rsid w:val="000857ED"/>
    <w:rsid w:val="00092BCA"/>
    <w:rsid w:val="000A4668"/>
    <w:rsid w:val="000D129C"/>
    <w:rsid w:val="000F371B"/>
    <w:rsid w:val="000F4CD5"/>
    <w:rsid w:val="00111AB6"/>
    <w:rsid w:val="00154342"/>
    <w:rsid w:val="00164233"/>
    <w:rsid w:val="001D0A81"/>
    <w:rsid w:val="002109E6"/>
    <w:rsid w:val="002421C2"/>
    <w:rsid w:val="00252050"/>
    <w:rsid w:val="002B3CBF"/>
    <w:rsid w:val="002C13C3"/>
    <w:rsid w:val="002C49D0"/>
    <w:rsid w:val="002C6FC1"/>
    <w:rsid w:val="002E40A9"/>
    <w:rsid w:val="00394447"/>
    <w:rsid w:val="003E50A4"/>
    <w:rsid w:val="0040388A"/>
    <w:rsid w:val="00431778"/>
    <w:rsid w:val="00454CC7"/>
    <w:rsid w:val="00464195"/>
    <w:rsid w:val="00476034"/>
    <w:rsid w:val="004E41EC"/>
    <w:rsid w:val="005168AD"/>
    <w:rsid w:val="0058240F"/>
    <w:rsid w:val="00592CD5"/>
    <w:rsid w:val="005D1B85"/>
    <w:rsid w:val="00665583"/>
    <w:rsid w:val="00693BC6"/>
    <w:rsid w:val="00696070"/>
    <w:rsid w:val="0071241B"/>
    <w:rsid w:val="007E531E"/>
    <w:rsid w:val="007F02AC"/>
    <w:rsid w:val="007F7012"/>
    <w:rsid w:val="008D02B7"/>
    <w:rsid w:val="008F0823"/>
    <w:rsid w:val="008F0B52"/>
    <w:rsid w:val="008F4BA9"/>
    <w:rsid w:val="0094275E"/>
    <w:rsid w:val="00994062"/>
    <w:rsid w:val="00996CC6"/>
    <w:rsid w:val="009A1EA0"/>
    <w:rsid w:val="009A2F00"/>
    <w:rsid w:val="009C5E27"/>
    <w:rsid w:val="00A033AD"/>
    <w:rsid w:val="00A235F2"/>
    <w:rsid w:val="00A5794C"/>
    <w:rsid w:val="00AB2CEA"/>
    <w:rsid w:val="00AD20F2"/>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51F1B"/>
    <w:rsid w:val="00F638F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F2895427D1CB4033AB36F326FF95949B"/>
        <w:category>
          <w:name w:val="General"/>
          <w:gallery w:val="placeholder"/>
        </w:category>
        <w:types>
          <w:type w:val="bbPlcHdr"/>
        </w:types>
        <w:behaviors>
          <w:behavior w:val="content"/>
        </w:behaviors>
        <w:guid w:val="{CF3A3099-031C-43F8-8635-5C262578D8A9}"/>
      </w:docPartPr>
      <w:docPartBody>
        <w:p w:rsidR="00AD219A" w:rsidRDefault="00AD219A" w:rsidP="00AD219A">
          <w:pPr>
            <w:pStyle w:val="F2895427D1CB4033AB36F326FF95949B"/>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altName w:val="Arial Narrow"/>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14C4D"/>
    <w:rsid w:val="00164233"/>
    <w:rsid w:val="001E3B1B"/>
    <w:rsid w:val="00416B25"/>
    <w:rsid w:val="006212B2"/>
    <w:rsid w:val="006F0611"/>
    <w:rsid w:val="007F7378"/>
    <w:rsid w:val="00893390"/>
    <w:rsid w:val="00894A0C"/>
    <w:rsid w:val="009A12CB"/>
    <w:rsid w:val="00AD20F2"/>
    <w:rsid w:val="00AD219A"/>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D219A"/>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2895427D1CB4033AB36F326FF95949B">
    <w:name w:val="F2895427D1CB4033AB36F326FF95949B"/>
    <w:rsid w:val="00AD219A"/>
    <w:pPr>
      <w:spacing w:line="278" w:lineRule="auto"/>
    </w:pPr>
    <w:rPr>
      <w:kern w:val="2"/>
      <w:sz w:val="24"/>
      <w:szCs w:val="24"/>
      <w:lang w:val="en-GB" w:eastAsia="en-GB"/>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s>
</ds:datastoreItem>
</file>

<file path=customXml/itemProps3.xml><?xml version="1.0" encoding="utf-8"?>
<ds:datastoreItem xmlns:ds="http://schemas.openxmlformats.org/officeDocument/2006/customXml" ds:itemID="{8ACEE793-D3B5-4520-859E-7B053E9F63D6}"/>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12</TotalTime>
  <Pages>4</Pages>
  <Words>1158</Words>
  <Characters>6279</Characters>
  <Application>Microsoft Office Word</Application>
  <DocSecurity>0</DocSecurity>
  <PresentationFormat>Microsoft Word 14.0</PresentationFormat>
  <Lines>81</Lines>
  <Paragraphs>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DI BERNARDO Danilo (RTD)</cp:lastModifiedBy>
  <cp:revision>7</cp:revision>
  <cp:lastPrinted>2023-04-05T10:36:00Z</cp:lastPrinted>
  <dcterms:created xsi:type="dcterms:W3CDTF">2025-09-05T10:43:00Z</dcterms:created>
  <dcterms:modified xsi:type="dcterms:W3CDTF">2025-09-24T13:11:00Z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